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3C0762" w14:textId="77777777" w:rsidR="00EA4EAE" w:rsidRPr="00EA4EAE" w:rsidRDefault="00EA4EAE" w:rsidP="00EA4EAE">
            <w:pPr>
              <w:spacing w:before="180" w:after="0" w:line="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A4EA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9C4D369" w14:textId="77777777" w:rsidR="00EA4EAE" w:rsidRDefault="00EA4EAE" w:rsidP="00EA4EAE">
            <w:pPr>
              <w:keepNext/>
              <w:spacing w:before="180" w:after="0" w:line="0" w:lineRule="atLeast"/>
              <w:ind w:left="-567" w:firstLine="567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A4EA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0E10FF29" w14:textId="6E428A69" w:rsidR="00053BD0" w:rsidRPr="00053BD0" w:rsidRDefault="00053BD0" w:rsidP="00EA4EAE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514C365" w14:textId="6DAF86AB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F502C">
        <w:rPr>
          <w:rFonts w:ascii="Times New Roman" w:eastAsia="Times New Roman" w:hAnsi="Times New Roman"/>
          <w:sz w:val="28"/>
          <w:szCs w:val="28"/>
          <w:lang w:eastAsia="ru-RU"/>
        </w:rPr>
        <w:t>19 февраля 2026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F502C">
        <w:rPr>
          <w:rFonts w:ascii="Times New Roman" w:eastAsia="Times New Roman" w:hAnsi="Times New Roman"/>
          <w:sz w:val="28"/>
          <w:szCs w:val="28"/>
          <w:lang w:eastAsia="ru-RU"/>
        </w:rPr>
        <w:t>37</w:t>
      </w:r>
      <w:bookmarkStart w:id="0" w:name="_GoBack"/>
      <w:bookmarkEnd w:id="0"/>
    </w:p>
    <w:p w14:paraId="5898B2B6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50CD2B8" w14:textId="28D7D341" w:rsidR="00BF24D2" w:rsidRDefault="00EE5D16" w:rsidP="009402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D21420">
        <w:rPr>
          <w:rFonts w:ascii="Times New Roman" w:hAnsi="Times New Roman"/>
          <w:b/>
          <w:sz w:val="28"/>
          <w:szCs w:val="28"/>
        </w:rPr>
        <w:t>б утверждении Положения 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A643B" w:rsidRPr="009A643B">
        <w:rPr>
          <w:rFonts w:ascii="Times New Roman" w:hAnsi="Times New Roman"/>
          <w:b/>
          <w:sz w:val="28"/>
          <w:szCs w:val="28"/>
        </w:rPr>
        <w:t>систем</w:t>
      </w:r>
      <w:r w:rsidR="009A643B">
        <w:rPr>
          <w:rFonts w:ascii="Times New Roman" w:hAnsi="Times New Roman"/>
          <w:b/>
          <w:sz w:val="28"/>
          <w:szCs w:val="28"/>
        </w:rPr>
        <w:t>е</w:t>
      </w:r>
      <w:r w:rsidR="009A643B" w:rsidRPr="009A643B">
        <w:rPr>
          <w:rFonts w:ascii="Times New Roman" w:hAnsi="Times New Roman"/>
          <w:b/>
          <w:sz w:val="28"/>
          <w:szCs w:val="28"/>
        </w:rPr>
        <w:t xml:space="preserve"> оплаты труда работников муниципальных культурно-досуговых организаций клубного типа муниципального образования Ногликский муниципальный округ Сахалинской области</w:t>
      </w:r>
    </w:p>
    <w:p w14:paraId="3BF8B49F" w14:textId="70404DA1" w:rsidR="005B2149" w:rsidRPr="00BF61E6" w:rsidRDefault="005B2149" w:rsidP="009402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 w:rsidR="005905FF">
        <w:rPr>
          <w:rFonts w:ascii="Times New Roman" w:hAnsi="Times New Roman"/>
          <w:sz w:val="28"/>
          <w:szCs w:val="28"/>
        </w:rPr>
        <w:t xml:space="preserve"> со ст. 144 Трудового кодекса Российской Федерации,</w:t>
      </w:r>
      <w:r w:rsidR="00E44CC7" w:rsidRPr="00E44CC7">
        <w:rPr>
          <w:rFonts w:ascii="Times New Roman" w:hAnsi="Times New Roman"/>
          <w:sz w:val="28"/>
          <w:szCs w:val="28"/>
        </w:rPr>
        <w:t xml:space="preserve"> </w:t>
      </w:r>
      <w:r w:rsidR="008622D3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27.01.2026 № 93-р </w:t>
      </w:r>
      <w:r w:rsidR="00940262">
        <w:rPr>
          <w:rFonts w:ascii="Times New Roman" w:hAnsi="Times New Roman"/>
          <w:sz w:val="28"/>
          <w:szCs w:val="28"/>
        </w:rPr>
        <w:br/>
      </w:r>
      <w:r w:rsidR="008622D3">
        <w:rPr>
          <w:rFonts w:ascii="Times New Roman" w:hAnsi="Times New Roman"/>
          <w:sz w:val="28"/>
          <w:szCs w:val="28"/>
        </w:rPr>
        <w:t xml:space="preserve">«О внесении изменений в некоторые распоряжения Правительства Сахалинской области в сфере оплаты труда», </w:t>
      </w:r>
      <w:r w:rsidR="00881AE0" w:rsidRPr="00881AE0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06.09.2013 № 660-р «Об отдельных вопросах реализации Указа Президента Российской Федерации от 07.05.2012 </w:t>
      </w:r>
      <w:r w:rsidR="00940262">
        <w:rPr>
          <w:rFonts w:ascii="Times New Roman" w:hAnsi="Times New Roman"/>
          <w:sz w:val="28"/>
          <w:szCs w:val="28"/>
        </w:rPr>
        <w:t>№</w:t>
      </w:r>
      <w:r w:rsidR="00881AE0" w:rsidRPr="00881AE0">
        <w:rPr>
          <w:rFonts w:ascii="Times New Roman" w:hAnsi="Times New Roman"/>
          <w:sz w:val="28"/>
          <w:szCs w:val="28"/>
        </w:rPr>
        <w:t xml:space="preserve"> 597 </w:t>
      </w:r>
      <w:r w:rsidR="00940262">
        <w:rPr>
          <w:rFonts w:ascii="Times New Roman" w:hAnsi="Times New Roman"/>
          <w:sz w:val="28"/>
          <w:szCs w:val="28"/>
        </w:rPr>
        <w:br/>
      </w:r>
      <w:r w:rsidR="00430C2F">
        <w:rPr>
          <w:rFonts w:ascii="Times New Roman" w:hAnsi="Times New Roman"/>
          <w:sz w:val="28"/>
          <w:szCs w:val="28"/>
        </w:rPr>
        <w:t>«</w:t>
      </w:r>
      <w:r w:rsidR="00881AE0" w:rsidRPr="00881AE0">
        <w:rPr>
          <w:rFonts w:ascii="Times New Roman" w:hAnsi="Times New Roman"/>
          <w:sz w:val="28"/>
          <w:szCs w:val="28"/>
        </w:rPr>
        <w:t>О мероприятиях по реализации государственной социальной политики</w:t>
      </w:r>
      <w:r w:rsidR="00430C2F">
        <w:rPr>
          <w:rFonts w:ascii="Times New Roman" w:hAnsi="Times New Roman"/>
          <w:sz w:val="28"/>
          <w:szCs w:val="28"/>
        </w:rPr>
        <w:t xml:space="preserve">» </w:t>
      </w:r>
      <w:r w:rsidR="00940262">
        <w:rPr>
          <w:rFonts w:ascii="Times New Roman" w:hAnsi="Times New Roman"/>
          <w:sz w:val="28"/>
          <w:szCs w:val="28"/>
        </w:rPr>
        <w:br/>
      </w:r>
      <w:r w:rsidR="00881AE0" w:rsidRPr="00881AE0">
        <w:rPr>
          <w:rFonts w:ascii="Times New Roman" w:hAnsi="Times New Roman"/>
          <w:sz w:val="28"/>
          <w:szCs w:val="28"/>
        </w:rPr>
        <w:t>в отношении работников муниципальных культурно-досуговых организаций клубного типа, парков культуры и отдыха, аналогичных культурно-досуговых организаций»</w:t>
      </w:r>
      <w:r w:rsidR="00881AE0">
        <w:rPr>
          <w:rFonts w:ascii="Times New Roman" w:hAnsi="Times New Roman"/>
          <w:sz w:val="28"/>
          <w:szCs w:val="28"/>
        </w:rPr>
        <w:t xml:space="preserve">, руководствуясь </w:t>
      </w:r>
      <w:r w:rsidRPr="00BF61E6">
        <w:rPr>
          <w:rFonts w:ascii="Times New Roman" w:hAnsi="Times New Roman"/>
          <w:sz w:val="28"/>
          <w:szCs w:val="28"/>
        </w:rPr>
        <w:t xml:space="preserve">ст. 28 Устава муниципального образования </w:t>
      </w:r>
      <w:r w:rsidR="00E90080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BF61E6">
        <w:rPr>
          <w:rFonts w:ascii="Times New Roman" w:hAnsi="Times New Roman"/>
          <w:sz w:val="28"/>
          <w:szCs w:val="28"/>
        </w:rPr>
        <w:t>:</w:t>
      </w:r>
    </w:p>
    <w:p w14:paraId="00669707" w14:textId="050D7744" w:rsidR="00E66ABE" w:rsidRPr="00E66ABE" w:rsidRDefault="00E90080" w:rsidP="0094026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6ABE">
        <w:rPr>
          <w:rFonts w:ascii="Times New Roman" w:hAnsi="Times New Roman"/>
          <w:sz w:val="28"/>
          <w:szCs w:val="28"/>
        </w:rPr>
        <w:t xml:space="preserve">Утвердить </w:t>
      </w:r>
      <w:r w:rsidR="00D73AAA" w:rsidRPr="00E66ABE">
        <w:rPr>
          <w:rFonts w:ascii="Times New Roman" w:hAnsi="Times New Roman"/>
          <w:sz w:val="28"/>
          <w:szCs w:val="28"/>
        </w:rPr>
        <w:t xml:space="preserve">Положение о системе оплаты труда работников </w:t>
      </w:r>
      <w:r w:rsidR="005C6B61" w:rsidRPr="00E66ABE">
        <w:rPr>
          <w:rFonts w:ascii="Times New Roman" w:hAnsi="Times New Roman"/>
          <w:sz w:val="28"/>
          <w:szCs w:val="28"/>
        </w:rPr>
        <w:t>муниципальных культурно-досуговых</w:t>
      </w:r>
      <w:r w:rsidR="00881AE0">
        <w:rPr>
          <w:rFonts w:ascii="Times New Roman" w:hAnsi="Times New Roman"/>
          <w:sz w:val="28"/>
          <w:szCs w:val="28"/>
        </w:rPr>
        <w:t xml:space="preserve"> </w:t>
      </w:r>
      <w:r w:rsidR="005C6B61" w:rsidRPr="00E66ABE">
        <w:rPr>
          <w:rFonts w:ascii="Times New Roman" w:hAnsi="Times New Roman"/>
          <w:sz w:val="28"/>
          <w:szCs w:val="28"/>
        </w:rPr>
        <w:t xml:space="preserve">организаций клубного типа муниципального образования Ногликский </w:t>
      </w:r>
      <w:bookmarkStart w:id="1" w:name="_Hlk220921246"/>
      <w:r w:rsidR="005C6B61" w:rsidRPr="00E66ABE">
        <w:rPr>
          <w:rFonts w:ascii="Times New Roman" w:hAnsi="Times New Roman"/>
          <w:sz w:val="28"/>
          <w:szCs w:val="28"/>
        </w:rPr>
        <w:t xml:space="preserve">муниципальный округ Сахалинской области </w:t>
      </w:r>
      <w:bookmarkEnd w:id="1"/>
      <w:r w:rsidRPr="00E66ABE">
        <w:rPr>
          <w:rFonts w:ascii="Times New Roman" w:hAnsi="Times New Roman"/>
          <w:sz w:val="28"/>
          <w:szCs w:val="28"/>
        </w:rPr>
        <w:t>(прилагается</w:t>
      </w:r>
      <w:r w:rsidR="00D360D7" w:rsidRPr="00E66ABE">
        <w:rPr>
          <w:rFonts w:ascii="Times New Roman" w:hAnsi="Times New Roman"/>
          <w:sz w:val="28"/>
          <w:szCs w:val="28"/>
        </w:rPr>
        <w:t>).</w:t>
      </w:r>
    </w:p>
    <w:p w14:paraId="35078A83" w14:textId="619D2D00" w:rsidR="005C6B61" w:rsidRPr="00E66ABE" w:rsidRDefault="007C4933" w:rsidP="0094026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6B61" w:rsidRPr="00E66ABE">
        <w:rPr>
          <w:rFonts w:ascii="Times New Roman" w:hAnsi="Times New Roman"/>
          <w:color w:val="000000" w:themeColor="text1"/>
          <w:sz w:val="28"/>
          <w:szCs w:val="28"/>
        </w:rPr>
        <w:t>Финансирование расходов, связанных с реализацией настоящего постановления, осуществлять в пределах средств, предусмотренных на оплату труда в плане финансово-хозяйственной деятельности муниципальных культурно-досуговых организаций клубного типа муниципального образования Ногликский</w:t>
      </w:r>
      <w:r w:rsidR="005C6B61" w:rsidRPr="005C6B61">
        <w:t xml:space="preserve"> </w:t>
      </w:r>
      <w:r w:rsidR="005C6B61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муниципальный округ Сахалинской области </w:t>
      </w:r>
      <w:r w:rsidR="00940262">
        <w:rPr>
          <w:rFonts w:ascii="Times New Roman" w:hAnsi="Times New Roman"/>
          <w:color w:val="000000" w:themeColor="text1"/>
          <w:sz w:val="28"/>
          <w:szCs w:val="28"/>
        </w:rPr>
        <w:br/>
      </w:r>
      <w:r w:rsidR="005C6B61" w:rsidRPr="00E66ABE">
        <w:rPr>
          <w:rFonts w:ascii="Times New Roman" w:hAnsi="Times New Roman"/>
          <w:color w:val="000000" w:themeColor="text1"/>
          <w:sz w:val="28"/>
          <w:szCs w:val="28"/>
        </w:rPr>
        <w:t>на соответствующий финансовый год</w:t>
      </w:r>
      <w:r w:rsidR="00E44CC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73CE8B0" w14:textId="7ABC8D74" w:rsidR="007C4933" w:rsidRPr="00453F90" w:rsidRDefault="007C4933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453F90">
        <w:rPr>
          <w:rFonts w:ascii="Times New Roman" w:hAnsi="Times New Roman"/>
          <w:sz w:val="28"/>
          <w:szCs w:val="28"/>
        </w:rPr>
        <w:t>Признать утратившими силу постановления мэра муниципального образования «Городской округ Ногликский»:</w:t>
      </w:r>
    </w:p>
    <w:p w14:paraId="66B772F0" w14:textId="3C015FBE" w:rsidR="007C4933" w:rsidRPr="007C4933" w:rsidRDefault="007C4933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- от </w:t>
      </w:r>
      <w:r w:rsidR="005C6B61">
        <w:rPr>
          <w:rFonts w:ascii="Times New Roman" w:hAnsi="Times New Roman"/>
          <w:color w:val="000000" w:themeColor="text1"/>
          <w:sz w:val="28"/>
          <w:szCs w:val="28"/>
        </w:rPr>
        <w:t>11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.02.2020 № </w:t>
      </w:r>
      <w:r w:rsidR="005C6B61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системе оплаты труда работников </w:t>
      </w:r>
      <w:r w:rsidR="005C6B61" w:rsidRPr="005C6B61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="00453F9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6B61" w:rsidRPr="005C6B61">
        <w:rPr>
          <w:rFonts w:ascii="Times New Roman" w:hAnsi="Times New Roman"/>
          <w:sz w:val="28"/>
          <w:szCs w:val="28"/>
        </w:rPr>
        <w:t>культурно-досуговых</w:t>
      </w:r>
      <w:r w:rsidR="00453F90">
        <w:rPr>
          <w:rFonts w:ascii="Times New Roman" w:hAnsi="Times New Roman"/>
          <w:sz w:val="28"/>
          <w:szCs w:val="28"/>
        </w:rPr>
        <w:t xml:space="preserve"> </w:t>
      </w:r>
      <w:r w:rsidR="005C6B61" w:rsidRPr="005C6B61">
        <w:rPr>
          <w:rFonts w:ascii="Times New Roman" w:hAnsi="Times New Roman"/>
          <w:sz w:val="28"/>
          <w:szCs w:val="28"/>
        </w:rPr>
        <w:t>организаций</w:t>
      </w:r>
      <w:r w:rsidR="00453F90">
        <w:rPr>
          <w:rFonts w:ascii="Times New Roman" w:hAnsi="Times New Roman"/>
          <w:sz w:val="28"/>
          <w:szCs w:val="28"/>
        </w:rPr>
        <w:t xml:space="preserve"> </w:t>
      </w:r>
      <w:r w:rsidR="005C6B61" w:rsidRPr="005C6B61">
        <w:rPr>
          <w:rFonts w:ascii="Times New Roman" w:hAnsi="Times New Roman"/>
          <w:sz w:val="28"/>
          <w:szCs w:val="28"/>
        </w:rPr>
        <w:t>клубного</w:t>
      </w:r>
      <w:r w:rsidR="00453F90">
        <w:rPr>
          <w:rFonts w:ascii="Times New Roman" w:hAnsi="Times New Roman"/>
          <w:sz w:val="28"/>
          <w:szCs w:val="28"/>
        </w:rPr>
        <w:t xml:space="preserve"> </w:t>
      </w:r>
      <w:r w:rsidR="005C6B61" w:rsidRPr="005C6B61">
        <w:rPr>
          <w:rFonts w:ascii="Times New Roman" w:hAnsi="Times New Roman"/>
          <w:sz w:val="28"/>
          <w:szCs w:val="28"/>
        </w:rPr>
        <w:t xml:space="preserve">типа </w:t>
      </w:r>
      <w:r w:rsidR="005C6B61" w:rsidRPr="005C6B61">
        <w:rPr>
          <w:rFonts w:ascii="Times New Roman" w:hAnsi="Times New Roman"/>
          <w:sz w:val="28"/>
          <w:szCs w:val="28"/>
        </w:rPr>
        <w:lastRenderedPageBreak/>
        <w:t>муниципального образования «Городской округ Ногликский»</w:t>
      </w:r>
      <w:r w:rsidR="00E314F9">
        <w:rPr>
          <w:rFonts w:ascii="Times New Roman" w:hAnsi="Times New Roman"/>
          <w:sz w:val="28"/>
          <w:szCs w:val="28"/>
        </w:rPr>
        <w:t xml:space="preserve">, </w:t>
      </w:r>
      <w:r w:rsidR="00940262">
        <w:rPr>
          <w:rFonts w:ascii="Times New Roman" w:hAnsi="Times New Roman"/>
          <w:sz w:val="28"/>
          <w:szCs w:val="28"/>
        </w:rPr>
        <w:br/>
      </w:r>
      <w:r w:rsidR="00E314F9">
        <w:rPr>
          <w:rFonts w:ascii="Times New Roman" w:hAnsi="Times New Roman"/>
          <w:sz w:val="28"/>
          <w:szCs w:val="28"/>
        </w:rPr>
        <w:t>за исключением пункта 3</w:t>
      </w:r>
      <w:r w:rsidRPr="005C6B61">
        <w:rPr>
          <w:rFonts w:ascii="Times New Roman" w:hAnsi="Times New Roman"/>
          <w:sz w:val="28"/>
          <w:szCs w:val="28"/>
        </w:rPr>
        <w:t>;</w:t>
      </w:r>
    </w:p>
    <w:p w14:paraId="62BC76C4" w14:textId="3783C4EF" w:rsidR="007C4933" w:rsidRPr="00453F90" w:rsidRDefault="007C4933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53F90">
        <w:rPr>
          <w:rFonts w:ascii="Times New Roman" w:hAnsi="Times New Roman"/>
          <w:sz w:val="28"/>
          <w:szCs w:val="28"/>
        </w:rPr>
        <w:t>- от 25.09.2020 № 14</w:t>
      </w:r>
      <w:r w:rsidR="005C6B61" w:rsidRPr="00453F90">
        <w:rPr>
          <w:rFonts w:ascii="Times New Roman" w:hAnsi="Times New Roman"/>
          <w:sz w:val="28"/>
          <w:szCs w:val="28"/>
        </w:rPr>
        <w:t>6</w:t>
      </w:r>
      <w:r w:rsidRPr="00453F90">
        <w:rPr>
          <w:rFonts w:ascii="Times New Roman" w:hAnsi="Times New Roman"/>
          <w:sz w:val="28"/>
          <w:szCs w:val="28"/>
        </w:rPr>
        <w:t xml:space="preserve"> «О внесении изменений в Положение о системе оплаты труда работников </w:t>
      </w:r>
      <w:r w:rsidR="00453F90" w:rsidRPr="00453F90">
        <w:rPr>
          <w:rFonts w:ascii="Times New Roman" w:hAnsi="Times New Roman"/>
          <w:sz w:val="28"/>
          <w:szCs w:val="28"/>
        </w:rPr>
        <w:t>муниципальных культурно-досуговых организаций клубного типа муниципального образования «Городской округ Ногликский»</w:t>
      </w:r>
      <w:r w:rsidR="00F167A5" w:rsidRPr="00453F90">
        <w:rPr>
          <w:rFonts w:ascii="Times New Roman" w:hAnsi="Times New Roman"/>
          <w:sz w:val="28"/>
          <w:szCs w:val="28"/>
        </w:rPr>
        <w:t>;</w:t>
      </w:r>
    </w:p>
    <w:p w14:paraId="4CEAF9EA" w14:textId="1D12D316" w:rsidR="00513579" w:rsidRPr="00453F90" w:rsidRDefault="00513579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53F90">
        <w:rPr>
          <w:rFonts w:ascii="Times New Roman" w:hAnsi="Times New Roman"/>
          <w:sz w:val="28"/>
          <w:szCs w:val="28"/>
        </w:rPr>
        <w:t xml:space="preserve">- от </w:t>
      </w:r>
      <w:r w:rsidR="000238AD" w:rsidRPr="00453F90">
        <w:rPr>
          <w:rFonts w:ascii="Times New Roman" w:hAnsi="Times New Roman"/>
          <w:sz w:val="28"/>
          <w:szCs w:val="28"/>
        </w:rPr>
        <w:t>02</w:t>
      </w:r>
      <w:r w:rsidRPr="00453F90">
        <w:rPr>
          <w:rFonts w:ascii="Times New Roman" w:hAnsi="Times New Roman"/>
          <w:sz w:val="28"/>
          <w:szCs w:val="28"/>
        </w:rPr>
        <w:t>.0</w:t>
      </w:r>
      <w:r w:rsidR="000238AD" w:rsidRPr="00453F90">
        <w:rPr>
          <w:rFonts w:ascii="Times New Roman" w:hAnsi="Times New Roman"/>
          <w:sz w:val="28"/>
          <w:szCs w:val="28"/>
        </w:rPr>
        <w:t>6</w:t>
      </w:r>
      <w:r w:rsidRPr="00453F90">
        <w:rPr>
          <w:rFonts w:ascii="Times New Roman" w:hAnsi="Times New Roman"/>
          <w:sz w:val="28"/>
          <w:szCs w:val="28"/>
        </w:rPr>
        <w:t xml:space="preserve">.2022 № </w:t>
      </w:r>
      <w:r w:rsidR="000238AD" w:rsidRPr="00453F90">
        <w:rPr>
          <w:rFonts w:ascii="Times New Roman" w:hAnsi="Times New Roman"/>
          <w:sz w:val="28"/>
          <w:szCs w:val="28"/>
        </w:rPr>
        <w:t>7</w:t>
      </w:r>
      <w:r w:rsidR="005C6B61" w:rsidRPr="00453F90">
        <w:rPr>
          <w:rFonts w:ascii="Times New Roman" w:hAnsi="Times New Roman"/>
          <w:sz w:val="28"/>
          <w:szCs w:val="28"/>
        </w:rPr>
        <w:t>2</w:t>
      </w:r>
      <w:r w:rsidRPr="00453F90">
        <w:rPr>
          <w:rFonts w:ascii="Times New Roman" w:hAnsi="Times New Roman"/>
          <w:sz w:val="28"/>
          <w:szCs w:val="28"/>
        </w:rPr>
        <w:t xml:space="preserve"> </w:t>
      </w:r>
      <w:bookmarkStart w:id="2" w:name="_Hlk190944190"/>
      <w:r w:rsidRPr="00453F90">
        <w:rPr>
          <w:rFonts w:ascii="Times New Roman" w:hAnsi="Times New Roman"/>
          <w:sz w:val="28"/>
          <w:szCs w:val="28"/>
        </w:rPr>
        <w:t xml:space="preserve">«О внесении изменений в Положение о системе оплаты труда работников </w:t>
      </w:r>
      <w:bookmarkEnd w:id="2"/>
      <w:r w:rsidR="00453F90" w:rsidRPr="00453F90">
        <w:rPr>
          <w:rFonts w:ascii="Times New Roman" w:hAnsi="Times New Roman"/>
          <w:sz w:val="28"/>
          <w:szCs w:val="28"/>
        </w:rPr>
        <w:t>муниципальных культурно-досуговых организаций клубного типа муниципального образования «Городской округ Ногликский»</w:t>
      </w:r>
      <w:r w:rsidRPr="00453F90">
        <w:rPr>
          <w:rFonts w:ascii="Times New Roman" w:hAnsi="Times New Roman"/>
          <w:sz w:val="28"/>
          <w:szCs w:val="28"/>
        </w:rPr>
        <w:t>;</w:t>
      </w:r>
    </w:p>
    <w:p w14:paraId="213F25A2" w14:textId="69410F31" w:rsidR="00513579" w:rsidRDefault="00513579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EE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от </w:t>
      </w:r>
      <w:r w:rsidR="00453F90">
        <w:rPr>
          <w:rFonts w:ascii="Times New Roman" w:hAnsi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5E7338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53F90">
        <w:rPr>
          <w:rFonts w:ascii="Times New Roman" w:hAnsi="Times New Roman"/>
          <w:sz w:val="28"/>
          <w:szCs w:val="28"/>
        </w:rPr>
        <w:t>202</w:t>
      </w:r>
      <w:r w:rsidR="00453F90" w:rsidRPr="00453F90">
        <w:rPr>
          <w:rFonts w:ascii="Times New Roman" w:hAnsi="Times New Roman"/>
          <w:sz w:val="28"/>
          <w:szCs w:val="28"/>
        </w:rPr>
        <w:t>3</w:t>
      </w:r>
      <w:r w:rsidRPr="00453F90">
        <w:rPr>
          <w:rFonts w:ascii="Times New Roman" w:hAnsi="Times New Roman"/>
          <w:sz w:val="28"/>
          <w:szCs w:val="28"/>
        </w:rPr>
        <w:t xml:space="preserve"> № </w:t>
      </w:r>
      <w:r w:rsidR="00453F90" w:rsidRPr="00453F90">
        <w:rPr>
          <w:rFonts w:ascii="Times New Roman" w:hAnsi="Times New Roman"/>
          <w:sz w:val="28"/>
          <w:szCs w:val="28"/>
        </w:rPr>
        <w:t>69</w:t>
      </w:r>
      <w:r w:rsidRPr="00453F90">
        <w:rPr>
          <w:rFonts w:ascii="Times New Roman" w:hAnsi="Times New Roman"/>
          <w:sz w:val="28"/>
          <w:szCs w:val="28"/>
        </w:rPr>
        <w:t xml:space="preserve"> «О внесении изменений в Положение о системе оплаты труда работников </w:t>
      </w:r>
      <w:r w:rsidR="00453F90" w:rsidRPr="00453F90">
        <w:rPr>
          <w:rFonts w:ascii="Times New Roman" w:hAnsi="Times New Roman"/>
          <w:sz w:val="28"/>
          <w:szCs w:val="28"/>
        </w:rPr>
        <w:t>муниципальных культурно-досуговых организаций клубного типа муниципального образования «Городской округ Ногликский</w:t>
      </w:r>
      <w:r w:rsidR="00453F90">
        <w:rPr>
          <w:rFonts w:ascii="Times New Roman" w:hAnsi="Times New Roman"/>
          <w:sz w:val="28"/>
          <w:szCs w:val="28"/>
        </w:rPr>
        <w:t>»</w:t>
      </w:r>
      <w:r w:rsidRPr="00453F90">
        <w:rPr>
          <w:rFonts w:ascii="Times New Roman" w:hAnsi="Times New Roman"/>
          <w:sz w:val="28"/>
          <w:szCs w:val="28"/>
        </w:rPr>
        <w:t>;</w:t>
      </w:r>
    </w:p>
    <w:p w14:paraId="203FD907" w14:textId="276B71EA" w:rsidR="00453F90" w:rsidRPr="00453F90" w:rsidRDefault="00453F90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EE0000"/>
          <w:sz w:val="28"/>
          <w:szCs w:val="28"/>
        </w:rPr>
      </w:pPr>
      <w:r w:rsidRPr="00453F90">
        <w:rPr>
          <w:rFonts w:ascii="Times New Roman" w:hAnsi="Times New Roman"/>
          <w:sz w:val="28"/>
          <w:szCs w:val="28"/>
        </w:rPr>
        <w:t xml:space="preserve">- от 01.03.2024 № 31 «О внесении изменений в Положение о системе оплаты труда работников муниципальных культурно-досуговых организаций клубного типа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>округ Ногликский</w:t>
      </w:r>
      <w:r w:rsidR="009B235E">
        <w:rPr>
          <w:rFonts w:ascii="Times New Roman" w:hAnsi="Times New Roman"/>
          <w:sz w:val="28"/>
          <w:szCs w:val="28"/>
        </w:rPr>
        <w:t>»</w:t>
      </w:r>
      <w:r w:rsidR="00881AE0">
        <w:rPr>
          <w:rFonts w:ascii="Times New Roman" w:hAnsi="Times New Roman"/>
          <w:sz w:val="28"/>
          <w:szCs w:val="28"/>
        </w:rPr>
        <w:t xml:space="preserve">, </w:t>
      </w:r>
      <w:r w:rsidR="00881AE0" w:rsidRPr="00881AE0">
        <w:rPr>
          <w:rFonts w:ascii="Times New Roman" w:hAnsi="Times New Roman"/>
          <w:sz w:val="28"/>
          <w:szCs w:val="28"/>
        </w:rPr>
        <w:t xml:space="preserve">утвержденное постановлением мэра муниципального образования </w:t>
      </w:r>
      <w:r w:rsidR="009B235E">
        <w:rPr>
          <w:rFonts w:ascii="Times New Roman" w:hAnsi="Times New Roman"/>
          <w:sz w:val="28"/>
          <w:szCs w:val="28"/>
        </w:rPr>
        <w:t>«</w:t>
      </w:r>
      <w:r w:rsidR="00881AE0" w:rsidRPr="00881AE0">
        <w:rPr>
          <w:rFonts w:ascii="Times New Roman" w:hAnsi="Times New Roman"/>
          <w:sz w:val="28"/>
          <w:szCs w:val="28"/>
        </w:rPr>
        <w:t>Городской округ Ногликский</w:t>
      </w:r>
      <w:r w:rsidR="009B235E">
        <w:rPr>
          <w:rFonts w:ascii="Times New Roman" w:hAnsi="Times New Roman"/>
          <w:sz w:val="28"/>
          <w:szCs w:val="28"/>
        </w:rPr>
        <w:t>»</w:t>
      </w:r>
      <w:r w:rsidR="00881AE0" w:rsidRPr="00881AE0">
        <w:rPr>
          <w:rFonts w:ascii="Times New Roman" w:hAnsi="Times New Roman"/>
          <w:sz w:val="28"/>
          <w:szCs w:val="28"/>
        </w:rPr>
        <w:t xml:space="preserve"> от 11.02.2020 </w:t>
      </w:r>
      <w:r w:rsidR="009B235E">
        <w:rPr>
          <w:rFonts w:ascii="Times New Roman" w:hAnsi="Times New Roman"/>
          <w:sz w:val="28"/>
          <w:szCs w:val="28"/>
        </w:rPr>
        <w:t>№</w:t>
      </w:r>
      <w:r w:rsidR="00881AE0" w:rsidRPr="00881AE0">
        <w:rPr>
          <w:rFonts w:ascii="Times New Roman" w:hAnsi="Times New Roman"/>
          <w:sz w:val="28"/>
          <w:szCs w:val="28"/>
        </w:rPr>
        <w:t xml:space="preserve"> 25</w:t>
      </w:r>
      <w:r>
        <w:rPr>
          <w:rFonts w:ascii="Times New Roman" w:hAnsi="Times New Roman"/>
          <w:sz w:val="28"/>
          <w:szCs w:val="28"/>
        </w:rPr>
        <w:t>»</w:t>
      </w:r>
      <w:r w:rsidR="00940262">
        <w:rPr>
          <w:rFonts w:ascii="Times New Roman" w:hAnsi="Times New Roman"/>
          <w:sz w:val="28"/>
          <w:szCs w:val="28"/>
        </w:rPr>
        <w:t>.</w:t>
      </w:r>
    </w:p>
    <w:p w14:paraId="18CF4861" w14:textId="2D40B29B" w:rsidR="007C4933" w:rsidRPr="007C4933" w:rsidRDefault="007C4933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вступает в силу с момента его официального опубликования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 xml:space="preserve"> и распр</w:t>
      </w:r>
      <w:r w:rsidR="0012693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>страняется на правоотношения, возникшие с 01</w:t>
      </w:r>
      <w:r w:rsidR="00940262">
        <w:rPr>
          <w:rFonts w:ascii="Times New Roman" w:hAnsi="Times New Roman"/>
          <w:color w:val="000000" w:themeColor="text1"/>
          <w:sz w:val="28"/>
          <w:szCs w:val="28"/>
        </w:rPr>
        <w:t xml:space="preserve"> января 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453F9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35288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14:paraId="7B64D3C8" w14:textId="2444FC0B" w:rsidR="00E66ABE" w:rsidRPr="00E66ABE" w:rsidRDefault="007C4933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Опубликовать настоящее постановление в газете «Знамя труда» </w:t>
      </w:r>
      <w:r w:rsidR="00940262">
        <w:rPr>
          <w:rFonts w:ascii="Times New Roman" w:hAnsi="Times New Roman"/>
          <w:color w:val="000000" w:themeColor="text1"/>
          <w:sz w:val="28"/>
          <w:szCs w:val="28"/>
        </w:rPr>
        <w:br/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14EDC2DC" w14:textId="6E5B18BE" w:rsidR="00FB14F4" w:rsidRDefault="00940262" w:rsidP="009402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>Русанова</w:t>
      </w:r>
      <w:proofErr w:type="spellEnd"/>
      <w:r w:rsidR="00E66ABE" w:rsidRPr="00E66ABE">
        <w:rPr>
          <w:rFonts w:ascii="Times New Roman" w:hAnsi="Times New Roman"/>
          <w:color w:val="000000" w:themeColor="text1"/>
          <w:sz w:val="28"/>
          <w:szCs w:val="28"/>
        </w:rPr>
        <w:t xml:space="preserve"> Я.С.</w:t>
      </w:r>
    </w:p>
    <w:p w14:paraId="774D081A" w14:textId="21268FAE" w:rsidR="00FB14F4" w:rsidRDefault="00FB14F4" w:rsidP="009402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62C78C" w14:textId="77777777" w:rsidR="00940262" w:rsidRPr="00FB14F4" w:rsidRDefault="00940262" w:rsidP="009402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AF664F" w14:textId="77777777" w:rsidR="00E70704" w:rsidRDefault="00E70704" w:rsidP="0094026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F81E1BB" w14:textId="77777777" w:rsidR="00EA23EA" w:rsidRDefault="00EA23EA" w:rsidP="00940262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9F4CE6D" w14:textId="57A19C68" w:rsidR="00E70704" w:rsidRPr="007C2877" w:rsidRDefault="00EA23EA" w:rsidP="00940262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</w:t>
      </w:r>
      <w:r w:rsidR="00E70704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940262">
        <w:rPr>
          <w:rFonts w:ascii="Times New Roman" w:hAnsi="Times New Roman"/>
          <w:sz w:val="28"/>
          <w:szCs w:val="28"/>
        </w:rPr>
        <w:t xml:space="preserve">  </w:t>
      </w:r>
      <w:r w:rsidR="00E70704">
        <w:rPr>
          <w:rFonts w:ascii="Times New Roman" w:hAnsi="Times New Roman"/>
          <w:sz w:val="28"/>
          <w:szCs w:val="28"/>
        </w:rPr>
        <w:t xml:space="preserve">      </w:t>
      </w:r>
      <w:r w:rsidR="00940262">
        <w:rPr>
          <w:rFonts w:ascii="Times New Roman" w:hAnsi="Times New Roman"/>
          <w:sz w:val="28"/>
          <w:szCs w:val="28"/>
        </w:rPr>
        <w:t xml:space="preserve"> </w:t>
      </w:r>
      <w:r w:rsidR="00E70704">
        <w:rPr>
          <w:rFonts w:ascii="Times New Roman" w:hAnsi="Times New Roman"/>
          <w:sz w:val="28"/>
          <w:szCs w:val="28"/>
        </w:rPr>
        <w:t xml:space="preserve">     </w:t>
      </w:r>
      <w:r w:rsidR="0009538B">
        <w:rPr>
          <w:rFonts w:ascii="Times New Roman" w:hAnsi="Times New Roman"/>
          <w:sz w:val="28"/>
          <w:szCs w:val="28"/>
        </w:rPr>
        <w:t>С.В. Гурьянов</w:t>
      </w:r>
    </w:p>
    <w:sectPr w:rsidR="00E70704" w:rsidRPr="007C2877" w:rsidSect="0094026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2416A" w14:textId="77777777" w:rsidR="0024278F" w:rsidRDefault="0024278F" w:rsidP="00940262">
      <w:pPr>
        <w:spacing w:after="0" w:line="240" w:lineRule="auto"/>
      </w:pPr>
      <w:r>
        <w:separator/>
      </w:r>
    </w:p>
  </w:endnote>
  <w:endnote w:type="continuationSeparator" w:id="0">
    <w:p w14:paraId="4D9FE188" w14:textId="77777777" w:rsidR="0024278F" w:rsidRDefault="0024278F" w:rsidP="0094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54D0" w14:textId="77777777" w:rsidR="0024278F" w:rsidRDefault="0024278F" w:rsidP="00940262">
      <w:pPr>
        <w:spacing w:after="0" w:line="240" w:lineRule="auto"/>
      </w:pPr>
      <w:r>
        <w:separator/>
      </w:r>
    </w:p>
  </w:footnote>
  <w:footnote w:type="continuationSeparator" w:id="0">
    <w:p w14:paraId="5E87DCA6" w14:textId="77777777" w:rsidR="0024278F" w:rsidRDefault="0024278F" w:rsidP="0094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936662"/>
      <w:docPartObj>
        <w:docPartGallery w:val="Page Numbers (Top of Page)"/>
        <w:docPartUnique/>
      </w:docPartObj>
    </w:sdtPr>
    <w:sdtEndPr/>
    <w:sdtContent>
      <w:p w14:paraId="52245BED" w14:textId="39244695" w:rsidR="00940262" w:rsidRDefault="009402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02C">
          <w:rPr>
            <w:noProof/>
          </w:rPr>
          <w:t>2</w:t>
        </w:r>
        <w:r>
          <w:fldChar w:fldCharType="end"/>
        </w:r>
      </w:p>
    </w:sdtContent>
  </w:sdt>
  <w:p w14:paraId="5EF595A0" w14:textId="77777777" w:rsidR="00940262" w:rsidRDefault="009402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06DA3"/>
    <w:rsid w:val="00017EA3"/>
    <w:rsid w:val="000238AD"/>
    <w:rsid w:val="00023DCA"/>
    <w:rsid w:val="00024AE6"/>
    <w:rsid w:val="00041F97"/>
    <w:rsid w:val="00043B4E"/>
    <w:rsid w:val="00053BD0"/>
    <w:rsid w:val="00060D95"/>
    <w:rsid w:val="00061D06"/>
    <w:rsid w:val="00086DB3"/>
    <w:rsid w:val="0009538B"/>
    <w:rsid w:val="00097321"/>
    <w:rsid w:val="00113CC5"/>
    <w:rsid w:val="001156C0"/>
    <w:rsid w:val="00120169"/>
    <w:rsid w:val="00126931"/>
    <w:rsid w:val="00127F2D"/>
    <w:rsid w:val="00135288"/>
    <w:rsid w:val="00144B6F"/>
    <w:rsid w:val="00152229"/>
    <w:rsid w:val="00192AC1"/>
    <w:rsid w:val="001A4593"/>
    <w:rsid w:val="002053A3"/>
    <w:rsid w:val="0022175D"/>
    <w:rsid w:val="00233735"/>
    <w:rsid w:val="00237DCC"/>
    <w:rsid w:val="0024278F"/>
    <w:rsid w:val="00242B61"/>
    <w:rsid w:val="002441AF"/>
    <w:rsid w:val="00253EF8"/>
    <w:rsid w:val="0026038F"/>
    <w:rsid w:val="00276A80"/>
    <w:rsid w:val="002911D8"/>
    <w:rsid w:val="002A005B"/>
    <w:rsid w:val="002A2424"/>
    <w:rsid w:val="002D38F9"/>
    <w:rsid w:val="002D7093"/>
    <w:rsid w:val="002E3615"/>
    <w:rsid w:val="00304932"/>
    <w:rsid w:val="00307252"/>
    <w:rsid w:val="0032500B"/>
    <w:rsid w:val="00334E8E"/>
    <w:rsid w:val="00345A01"/>
    <w:rsid w:val="00375FB0"/>
    <w:rsid w:val="003C3CBC"/>
    <w:rsid w:val="003D35F1"/>
    <w:rsid w:val="003E70CF"/>
    <w:rsid w:val="00403F71"/>
    <w:rsid w:val="004207AE"/>
    <w:rsid w:val="00430C2F"/>
    <w:rsid w:val="004451A8"/>
    <w:rsid w:val="00453F90"/>
    <w:rsid w:val="004A0CBD"/>
    <w:rsid w:val="004A13FA"/>
    <w:rsid w:val="004D1338"/>
    <w:rsid w:val="004D34AC"/>
    <w:rsid w:val="00504FFF"/>
    <w:rsid w:val="005056BD"/>
    <w:rsid w:val="00513579"/>
    <w:rsid w:val="00537B90"/>
    <w:rsid w:val="005822B1"/>
    <w:rsid w:val="005905FF"/>
    <w:rsid w:val="005952EB"/>
    <w:rsid w:val="00597CD7"/>
    <w:rsid w:val="005A408F"/>
    <w:rsid w:val="005B2149"/>
    <w:rsid w:val="005B672F"/>
    <w:rsid w:val="005C06DA"/>
    <w:rsid w:val="005C6B61"/>
    <w:rsid w:val="005C7D45"/>
    <w:rsid w:val="005E7338"/>
    <w:rsid w:val="005F215E"/>
    <w:rsid w:val="00632019"/>
    <w:rsid w:val="00686248"/>
    <w:rsid w:val="006D5E29"/>
    <w:rsid w:val="006E76D9"/>
    <w:rsid w:val="006E7852"/>
    <w:rsid w:val="00703701"/>
    <w:rsid w:val="0070551C"/>
    <w:rsid w:val="00716C00"/>
    <w:rsid w:val="00732B91"/>
    <w:rsid w:val="00735D4D"/>
    <w:rsid w:val="00770CA4"/>
    <w:rsid w:val="00790492"/>
    <w:rsid w:val="007B069D"/>
    <w:rsid w:val="007B617A"/>
    <w:rsid w:val="007C2877"/>
    <w:rsid w:val="007C4933"/>
    <w:rsid w:val="00800067"/>
    <w:rsid w:val="00805E80"/>
    <w:rsid w:val="00821FFA"/>
    <w:rsid w:val="00824019"/>
    <w:rsid w:val="00826C53"/>
    <w:rsid w:val="008622D3"/>
    <w:rsid w:val="00881AE0"/>
    <w:rsid w:val="008912C0"/>
    <w:rsid w:val="008A03B1"/>
    <w:rsid w:val="008B4594"/>
    <w:rsid w:val="008C131A"/>
    <w:rsid w:val="008C6AC5"/>
    <w:rsid w:val="008D778A"/>
    <w:rsid w:val="009130C9"/>
    <w:rsid w:val="00915716"/>
    <w:rsid w:val="0092526D"/>
    <w:rsid w:val="009265FB"/>
    <w:rsid w:val="009305AC"/>
    <w:rsid w:val="00940262"/>
    <w:rsid w:val="00995D2F"/>
    <w:rsid w:val="009A643B"/>
    <w:rsid w:val="009B235E"/>
    <w:rsid w:val="009B433D"/>
    <w:rsid w:val="009E4E9D"/>
    <w:rsid w:val="00A32CC5"/>
    <w:rsid w:val="00A50056"/>
    <w:rsid w:val="00A529C2"/>
    <w:rsid w:val="00A63507"/>
    <w:rsid w:val="00A759AE"/>
    <w:rsid w:val="00A90C30"/>
    <w:rsid w:val="00AC6487"/>
    <w:rsid w:val="00AE2DB4"/>
    <w:rsid w:val="00AF28E2"/>
    <w:rsid w:val="00AF4198"/>
    <w:rsid w:val="00AF612E"/>
    <w:rsid w:val="00B04ACE"/>
    <w:rsid w:val="00B217A7"/>
    <w:rsid w:val="00B25688"/>
    <w:rsid w:val="00B270C6"/>
    <w:rsid w:val="00B42967"/>
    <w:rsid w:val="00BA1368"/>
    <w:rsid w:val="00BB7EFB"/>
    <w:rsid w:val="00BC7CD2"/>
    <w:rsid w:val="00BE5C7E"/>
    <w:rsid w:val="00BF0AAA"/>
    <w:rsid w:val="00BF24D2"/>
    <w:rsid w:val="00C22F14"/>
    <w:rsid w:val="00C43AA8"/>
    <w:rsid w:val="00C73C6E"/>
    <w:rsid w:val="00C77404"/>
    <w:rsid w:val="00C802EE"/>
    <w:rsid w:val="00C94B66"/>
    <w:rsid w:val="00CC6213"/>
    <w:rsid w:val="00D1531B"/>
    <w:rsid w:val="00D153AA"/>
    <w:rsid w:val="00D21420"/>
    <w:rsid w:val="00D35426"/>
    <w:rsid w:val="00D360D7"/>
    <w:rsid w:val="00D73AAA"/>
    <w:rsid w:val="00D86F20"/>
    <w:rsid w:val="00D967A4"/>
    <w:rsid w:val="00DB00D1"/>
    <w:rsid w:val="00DB142C"/>
    <w:rsid w:val="00DE5677"/>
    <w:rsid w:val="00E0136A"/>
    <w:rsid w:val="00E14213"/>
    <w:rsid w:val="00E16ADC"/>
    <w:rsid w:val="00E23C37"/>
    <w:rsid w:val="00E26BA2"/>
    <w:rsid w:val="00E314F9"/>
    <w:rsid w:val="00E326A5"/>
    <w:rsid w:val="00E34483"/>
    <w:rsid w:val="00E36429"/>
    <w:rsid w:val="00E44CC7"/>
    <w:rsid w:val="00E475C2"/>
    <w:rsid w:val="00E66ABE"/>
    <w:rsid w:val="00E70704"/>
    <w:rsid w:val="00E90080"/>
    <w:rsid w:val="00EA23EA"/>
    <w:rsid w:val="00EA4EAE"/>
    <w:rsid w:val="00EC7700"/>
    <w:rsid w:val="00ED1BA1"/>
    <w:rsid w:val="00EE5D16"/>
    <w:rsid w:val="00EE780F"/>
    <w:rsid w:val="00EF502C"/>
    <w:rsid w:val="00F167A5"/>
    <w:rsid w:val="00F37127"/>
    <w:rsid w:val="00F52040"/>
    <w:rsid w:val="00F54246"/>
    <w:rsid w:val="00F76718"/>
    <w:rsid w:val="00F80E0F"/>
    <w:rsid w:val="00F92612"/>
    <w:rsid w:val="00FA03B2"/>
    <w:rsid w:val="00FB14F4"/>
    <w:rsid w:val="00FD48D2"/>
    <w:rsid w:val="00FF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94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026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4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02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3DDA7-892D-48E1-BAE2-0DFBA0D2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429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46</cp:revision>
  <cp:lastPrinted>2026-02-19T01:41:00Z</cp:lastPrinted>
  <dcterms:created xsi:type="dcterms:W3CDTF">2022-02-11T05:03:00Z</dcterms:created>
  <dcterms:modified xsi:type="dcterms:W3CDTF">2026-02-19T07:06:00Z</dcterms:modified>
</cp:coreProperties>
</file>